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BF6" w:rsidRPr="002B0CF6" w:rsidRDefault="00E25BF6" w:rsidP="00296D42">
      <w:pPr>
        <w:pStyle w:val="Footer"/>
        <w:tabs>
          <w:tab w:val="clear" w:pos="4153"/>
          <w:tab w:val="clear" w:pos="8306"/>
          <w:tab w:val="left" w:pos="8364"/>
        </w:tabs>
        <w:jc w:val="center"/>
        <w:rPr>
          <w:szCs w:val="28"/>
        </w:rPr>
      </w:pPr>
      <w:r w:rsidRPr="000965B5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et_gbel" style="width:43.2pt;height:47.4pt;visibility:visible">
            <v:imagedata r:id="rId4" o:title=""/>
          </v:shape>
        </w:pict>
      </w:r>
    </w:p>
    <w:p w:rsidR="00E25BF6" w:rsidRPr="002B0CF6" w:rsidRDefault="00E25BF6" w:rsidP="00296D42">
      <w:pPr>
        <w:pStyle w:val="Title"/>
        <w:rPr>
          <w:b/>
          <w:sz w:val="28"/>
          <w:szCs w:val="28"/>
        </w:rPr>
      </w:pPr>
    </w:p>
    <w:p w:rsidR="00E25BF6" w:rsidRPr="002B0CF6" w:rsidRDefault="00E25BF6" w:rsidP="00296D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</w:t>
      </w:r>
      <w:r w:rsidRPr="002B0CF6">
        <w:rPr>
          <w:rFonts w:ascii="Times New Roman" w:hAnsi="Times New Roman"/>
          <w:b/>
          <w:sz w:val="28"/>
          <w:szCs w:val="28"/>
        </w:rPr>
        <w:t xml:space="preserve"> ДЕПУТАТОВ  </w:t>
      </w:r>
    </w:p>
    <w:p w:rsidR="00E25BF6" w:rsidRPr="002B0CF6" w:rsidRDefault="00E25BF6" w:rsidP="00296D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СЕЛЕЗЯНСКОГО СЕЛЬСКОГО ПОСЕЛЕНИЯ</w:t>
      </w:r>
    </w:p>
    <w:p w:rsidR="00E25BF6" w:rsidRPr="002B0CF6" w:rsidRDefault="00E25BF6" w:rsidP="00296D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0CF6">
        <w:rPr>
          <w:rFonts w:ascii="Times New Roman" w:hAnsi="Times New Roman"/>
          <w:b/>
          <w:sz w:val="28"/>
          <w:szCs w:val="28"/>
        </w:rPr>
        <w:t>Р Е Ш Е Н И Е</w:t>
      </w:r>
    </w:p>
    <w:tbl>
      <w:tblPr>
        <w:tblW w:w="100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70"/>
      </w:tblGrid>
      <w:tr w:rsidR="00E25BF6" w:rsidRPr="000166D9" w:rsidTr="00DB5FE4">
        <w:trPr>
          <w:trHeight w:hRule="exact" w:val="160"/>
        </w:trPr>
        <w:tc>
          <w:tcPr>
            <w:tcW w:w="10070" w:type="dxa"/>
            <w:tcBorders>
              <w:top w:val="single" w:sz="24" w:space="0" w:color="auto"/>
              <w:bottom w:val="single" w:sz="12" w:space="0" w:color="auto"/>
            </w:tcBorders>
          </w:tcPr>
          <w:p w:rsidR="00E25BF6" w:rsidRPr="000166D9" w:rsidRDefault="00E25BF6" w:rsidP="00DB5F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25BF6" w:rsidRPr="002B0CF6" w:rsidRDefault="00E25BF6" w:rsidP="00296D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5BF6" w:rsidRDefault="00E25BF6" w:rsidP="00296D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29.12.</w:t>
      </w:r>
      <w:r w:rsidRPr="002B0CF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2B0CF6">
        <w:rPr>
          <w:rFonts w:ascii="Times New Roman" w:hAnsi="Times New Roman"/>
          <w:sz w:val="28"/>
          <w:szCs w:val="28"/>
        </w:rPr>
        <w:t xml:space="preserve">г.  № </w:t>
      </w:r>
      <w:r>
        <w:rPr>
          <w:rFonts w:ascii="Times New Roman" w:hAnsi="Times New Roman"/>
          <w:sz w:val="28"/>
          <w:szCs w:val="28"/>
        </w:rPr>
        <w:t>24</w:t>
      </w:r>
    </w:p>
    <w:p w:rsidR="00E25BF6" w:rsidRPr="002B0CF6" w:rsidRDefault="00E25BF6" w:rsidP="00296D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5BF6" w:rsidRDefault="00E25BF6" w:rsidP="00296D4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Селезянского сельского </w:t>
      </w:r>
    </w:p>
    <w:p w:rsidR="00E25BF6" w:rsidRDefault="00E25BF6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 на </w:t>
      </w:r>
    </w:p>
    <w:p w:rsidR="00E25BF6" w:rsidRPr="002B0CF6" w:rsidRDefault="00E25BF6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плановый период 2022</w:t>
      </w: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>
        <w:rPr>
          <w:rFonts w:ascii="Times New Roman" w:hAnsi="Times New Roman" w:cs="Times New Roman"/>
          <w:b w:val="0"/>
          <w:sz w:val="28"/>
          <w:szCs w:val="28"/>
        </w:rPr>
        <w:t>23</w:t>
      </w: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E25BF6" w:rsidRPr="002B0CF6" w:rsidRDefault="00E25BF6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25BF6" w:rsidRPr="002B0CF6" w:rsidRDefault="00E25BF6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sz w:val="28"/>
          <w:szCs w:val="28"/>
        </w:rPr>
        <w:t>Селезянского сельского поселения</w:t>
      </w:r>
      <w:r w:rsidRPr="002B0CF6">
        <w:rPr>
          <w:rFonts w:ascii="Times New Roman" w:hAnsi="Times New Roman"/>
          <w:snapToGrid w:val="0"/>
          <w:sz w:val="28"/>
          <w:szCs w:val="28"/>
        </w:rPr>
        <w:t xml:space="preserve">, Положением о бюджетном процессе в </w:t>
      </w:r>
      <w:r>
        <w:rPr>
          <w:rFonts w:ascii="Times New Roman" w:hAnsi="Times New Roman"/>
          <w:sz w:val="28"/>
          <w:szCs w:val="28"/>
        </w:rPr>
        <w:t>Селезянском</w:t>
      </w:r>
      <w:r>
        <w:rPr>
          <w:rFonts w:ascii="Times New Roman" w:hAnsi="Times New Roman"/>
          <w:snapToGrid w:val="0"/>
          <w:sz w:val="28"/>
          <w:szCs w:val="28"/>
        </w:rPr>
        <w:t xml:space="preserve"> сельском поселении</w:t>
      </w:r>
    </w:p>
    <w:p w:rsidR="00E25BF6" w:rsidRPr="002B0CF6" w:rsidRDefault="00E25BF6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25BF6" w:rsidRPr="002B0CF6" w:rsidRDefault="00E25BF6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>ВЕТ</w:t>
      </w:r>
      <w:r w:rsidRPr="002B0CF6">
        <w:rPr>
          <w:rFonts w:ascii="Times New Roman" w:hAnsi="Times New Roman"/>
          <w:sz w:val="28"/>
          <w:szCs w:val="28"/>
        </w:rPr>
        <w:t xml:space="preserve"> ДЕПУТАТОВ </w:t>
      </w:r>
      <w:r>
        <w:rPr>
          <w:rFonts w:ascii="Times New Roman" w:hAnsi="Times New Roman"/>
          <w:sz w:val="28"/>
          <w:szCs w:val="28"/>
        </w:rPr>
        <w:t>СЕЛЕЗЯНСКОГО СЕЛЬСКОГО ПОСЕЛЕНИЯ</w:t>
      </w:r>
    </w:p>
    <w:p w:rsidR="00E25BF6" w:rsidRPr="002B0CF6" w:rsidRDefault="00E25BF6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>РЕШАЕТ:</w:t>
      </w:r>
    </w:p>
    <w:p w:rsidR="00E25BF6" w:rsidRPr="002B0CF6" w:rsidRDefault="00E25BF6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 xml:space="preserve">1.  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>Селезянского</w:t>
      </w:r>
      <w:r>
        <w:rPr>
          <w:rFonts w:ascii="Times New Roman" w:hAnsi="Times New Roman"/>
          <w:snapToGrid w:val="0"/>
          <w:sz w:val="28"/>
          <w:szCs w:val="28"/>
        </w:rPr>
        <w:t xml:space="preserve"> сельского поселения</w:t>
      </w:r>
      <w:r w:rsidRPr="002B0CF6">
        <w:rPr>
          <w:rFonts w:ascii="Times New Roman" w:hAnsi="Times New Roman"/>
          <w:snapToGrid w:val="0"/>
          <w:sz w:val="28"/>
          <w:szCs w:val="28"/>
        </w:rPr>
        <w:t xml:space="preserve"> (далее – местный бюджет) </w:t>
      </w:r>
      <w:r w:rsidRPr="002B0CF6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21</w:t>
      </w:r>
      <w:r w:rsidRPr="002B0CF6">
        <w:rPr>
          <w:rFonts w:ascii="Times New Roman" w:hAnsi="Times New Roman"/>
          <w:sz w:val="28"/>
          <w:szCs w:val="28"/>
        </w:rPr>
        <w:t xml:space="preserve"> год:</w:t>
      </w:r>
    </w:p>
    <w:p w:rsidR="00E25BF6" w:rsidRPr="002B0CF6" w:rsidRDefault="00E25BF6" w:rsidP="00E41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>прогнозируемый общий объем доходов местного бюджета в сумме</w:t>
      </w:r>
      <w:r>
        <w:rPr>
          <w:rFonts w:ascii="Times New Roman" w:hAnsi="Times New Roman"/>
          <w:sz w:val="28"/>
          <w:szCs w:val="28"/>
        </w:rPr>
        <w:t xml:space="preserve">  12700,04 </w:t>
      </w:r>
      <w:r w:rsidRPr="002B0CF6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0CF6">
        <w:rPr>
          <w:rFonts w:ascii="Times New Roman" w:hAnsi="Times New Roman"/>
          <w:sz w:val="28"/>
          <w:szCs w:val="28"/>
        </w:rPr>
        <w:t xml:space="preserve">рублей, в том числе безвозмездные поступления от других бюджетов бюджетной системы Российской Федерации в сумме </w:t>
      </w:r>
      <w:r>
        <w:rPr>
          <w:rFonts w:ascii="Times New Roman" w:hAnsi="Times New Roman"/>
          <w:sz w:val="28"/>
          <w:szCs w:val="28"/>
        </w:rPr>
        <w:t>10842,14</w:t>
      </w:r>
      <w:r w:rsidRPr="002B0CF6">
        <w:rPr>
          <w:rFonts w:ascii="Times New Roman" w:hAnsi="Times New Roman"/>
          <w:sz w:val="28"/>
          <w:szCs w:val="28"/>
        </w:rPr>
        <w:t xml:space="preserve"> тыс. рублей;</w:t>
      </w:r>
    </w:p>
    <w:p w:rsidR="00E25BF6" w:rsidRDefault="00E25BF6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 xml:space="preserve">общий объем расходов местного бюджета в сумме  </w:t>
      </w:r>
      <w:r>
        <w:rPr>
          <w:rFonts w:ascii="Times New Roman" w:hAnsi="Times New Roman"/>
          <w:sz w:val="28"/>
          <w:szCs w:val="28"/>
        </w:rPr>
        <w:t>12700,04</w:t>
      </w:r>
      <w:r w:rsidRPr="002B0CF6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E25BF6" w:rsidRPr="002B0CF6" w:rsidRDefault="00E25BF6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>2. Утвердить основные характеристики местного бюджета 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Pr="002B0CF6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23</w:t>
      </w:r>
      <w:r w:rsidRPr="002B0CF6">
        <w:rPr>
          <w:rFonts w:ascii="Times New Roman" w:hAnsi="Times New Roman"/>
          <w:sz w:val="28"/>
          <w:szCs w:val="28"/>
        </w:rPr>
        <w:t xml:space="preserve"> годов:</w:t>
      </w:r>
    </w:p>
    <w:p w:rsidR="00E25BF6" w:rsidRPr="002B0CF6" w:rsidRDefault="00E25BF6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> прогнозируемый общий объем доходов местного бюджета на 20</w:t>
      </w:r>
      <w:r>
        <w:rPr>
          <w:rFonts w:ascii="Times New Roman" w:hAnsi="Times New Roman"/>
          <w:sz w:val="28"/>
          <w:szCs w:val="28"/>
        </w:rPr>
        <w:t>22</w:t>
      </w:r>
      <w:r w:rsidRPr="002B0CF6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6836,01 </w:t>
      </w:r>
      <w:r w:rsidRPr="002B0CF6">
        <w:rPr>
          <w:rFonts w:ascii="Times New Roman" w:hAnsi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>
        <w:rPr>
          <w:rFonts w:ascii="Times New Roman" w:hAnsi="Times New Roman"/>
          <w:sz w:val="28"/>
          <w:szCs w:val="28"/>
        </w:rPr>
        <w:t xml:space="preserve">4979,51 </w:t>
      </w:r>
      <w:r w:rsidRPr="002B0CF6">
        <w:rPr>
          <w:rFonts w:ascii="Times New Roman" w:hAnsi="Times New Roman"/>
          <w:sz w:val="28"/>
          <w:szCs w:val="28"/>
        </w:rPr>
        <w:t>тыс. рублей, и на 20</w:t>
      </w:r>
      <w:r>
        <w:rPr>
          <w:rFonts w:ascii="Times New Roman" w:hAnsi="Times New Roman"/>
          <w:sz w:val="28"/>
          <w:szCs w:val="28"/>
        </w:rPr>
        <w:t>23</w:t>
      </w:r>
      <w:r w:rsidRPr="002B0CF6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6757,15 </w:t>
      </w:r>
      <w:r w:rsidRPr="002B0CF6">
        <w:rPr>
          <w:rFonts w:ascii="Times New Roman" w:hAnsi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>
        <w:rPr>
          <w:rFonts w:ascii="Times New Roman" w:hAnsi="Times New Roman"/>
          <w:sz w:val="28"/>
          <w:szCs w:val="28"/>
        </w:rPr>
        <w:t>4900,65</w:t>
      </w:r>
      <w:r w:rsidRPr="002B0CF6">
        <w:rPr>
          <w:rFonts w:ascii="Times New Roman" w:hAnsi="Times New Roman"/>
          <w:sz w:val="28"/>
          <w:szCs w:val="28"/>
        </w:rPr>
        <w:t xml:space="preserve"> тыс. рублей;</w:t>
      </w:r>
    </w:p>
    <w:p w:rsidR="00E25BF6" w:rsidRPr="002B0CF6" w:rsidRDefault="00E25BF6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 xml:space="preserve"> общий объем расходов местного бюджета на 20</w:t>
      </w:r>
      <w:r>
        <w:rPr>
          <w:rFonts w:ascii="Times New Roman" w:hAnsi="Times New Roman"/>
          <w:sz w:val="28"/>
          <w:szCs w:val="28"/>
        </w:rPr>
        <w:t>22 год в сумме 6836,01</w:t>
      </w:r>
      <w:r w:rsidRPr="002B0CF6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  <w:r w:rsidRPr="000863A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0E1076">
        <w:rPr>
          <w:rFonts w:ascii="Times New Roman" w:hAnsi="Times New Roman"/>
          <w:spacing w:val="-4"/>
          <w:sz w:val="28"/>
          <w:szCs w:val="28"/>
        </w:rPr>
        <w:t xml:space="preserve">в том числе условно утвержденные расходы </w:t>
      </w:r>
      <w:r>
        <w:rPr>
          <w:rFonts w:ascii="Times New Roman" w:hAnsi="Times New Roman"/>
          <w:spacing w:val="-4"/>
          <w:sz w:val="28"/>
          <w:szCs w:val="28"/>
        </w:rPr>
        <w:t xml:space="preserve">171,0 </w:t>
      </w:r>
      <w:r w:rsidRPr="000E1076">
        <w:rPr>
          <w:rFonts w:ascii="Times New Roman" w:hAnsi="Times New Roman"/>
          <w:spacing w:val="-4"/>
          <w:sz w:val="28"/>
          <w:szCs w:val="28"/>
        </w:rPr>
        <w:t>в сумме</w:t>
      </w:r>
      <w:r>
        <w:rPr>
          <w:rFonts w:ascii="Times New Roman" w:hAnsi="Times New Roman"/>
          <w:spacing w:val="-4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тыс. рублей </w:t>
      </w:r>
      <w:r w:rsidRPr="002B0CF6">
        <w:rPr>
          <w:rFonts w:ascii="Times New Roman" w:hAnsi="Times New Roman"/>
          <w:sz w:val="28"/>
          <w:szCs w:val="28"/>
        </w:rPr>
        <w:t>и на 20</w:t>
      </w:r>
      <w:r>
        <w:rPr>
          <w:rFonts w:ascii="Times New Roman" w:hAnsi="Times New Roman"/>
          <w:sz w:val="28"/>
          <w:szCs w:val="28"/>
        </w:rPr>
        <w:t>23</w:t>
      </w:r>
      <w:r w:rsidRPr="002B0CF6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6757,15</w:t>
      </w:r>
      <w:r w:rsidRPr="002B0CF6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  <w:r w:rsidRPr="000863A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0E1076">
        <w:rPr>
          <w:rFonts w:ascii="Times New Roman" w:hAnsi="Times New Roman"/>
          <w:spacing w:val="-4"/>
          <w:sz w:val="28"/>
          <w:szCs w:val="28"/>
        </w:rPr>
        <w:t>в том числе условно утвержденные расходы в сумме</w:t>
      </w:r>
      <w:r>
        <w:rPr>
          <w:rFonts w:ascii="Times New Roman" w:hAnsi="Times New Roman"/>
          <w:spacing w:val="-4"/>
          <w:sz w:val="28"/>
          <w:szCs w:val="28"/>
        </w:rPr>
        <w:t xml:space="preserve"> 337,9 </w:t>
      </w:r>
      <w:r>
        <w:rPr>
          <w:rFonts w:ascii="Times New Roman" w:hAnsi="Times New Roman"/>
          <w:sz w:val="28"/>
          <w:szCs w:val="28"/>
        </w:rPr>
        <w:t>тыс. рублей</w:t>
      </w:r>
      <w:r w:rsidRPr="002B0CF6">
        <w:rPr>
          <w:rFonts w:ascii="Times New Roman" w:hAnsi="Times New Roman"/>
          <w:sz w:val="28"/>
          <w:szCs w:val="28"/>
        </w:rPr>
        <w:t>.</w:t>
      </w:r>
    </w:p>
    <w:p w:rsidR="00E25BF6" w:rsidRPr="002B0CF6" w:rsidRDefault="00E25BF6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 Утвердить нормативы доходов Селезянского сельского поселения на </w:t>
      </w:r>
      <w:r w:rsidRPr="002B0CF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2B0CF6">
        <w:rPr>
          <w:rFonts w:ascii="Times New Roman" w:hAnsi="Times New Roman"/>
          <w:sz w:val="28"/>
          <w:szCs w:val="28"/>
        </w:rPr>
        <w:t xml:space="preserve"> год  и 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Pr="002B0CF6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23</w:t>
      </w:r>
      <w:r w:rsidRPr="002B0CF6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0CF6">
        <w:rPr>
          <w:rFonts w:ascii="Times New Roman" w:hAnsi="Times New Roman"/>
          <w:sz w:val="28"/>
          <w:szCs w:val="28"/>
        </w:rPr>
        <w:t>согласно приложению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0CF6">
        <w:rPr>
          <w:rFonts w:ascii="Times New Roman" w:hAnsi="Times New Roman"/>
          <w:sz w:val="28"/>
          <w:szCs w:val="28"/>
        </w:rPr>
        <w:t>1.</w:t>
      </w:r>
    </w:p>
    <w:p w:rsidR="00E25BF6" w:rsidRDefault="00E25BF6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B0CF6">
        <w:rPr>
          <w:rFonts w:ascii="Times New Roman" w:hAnsi="Times New Roman"/>
          <w:b/>
          <w:sz w:val="28"/>
          <w:szCs w:val="28"/>
        </w:rPr>
        <w:tab/>
      </w:r>
      <w:r w:rsidRPr="002B0CF6">
        <w:rPr>
          <w:rFonts w:ascii="Times New Roman" w:hAnsi="Times New Roman"/>
          <w:sz w:val="28"/>
          <w:szCs w:val="28"/>
        </w:rPr>
        <w:t>4.  </w:t>
      </w:r>
      <w:r w:rsidRPr="00E41BC0">
        <w:rPr>
          <w:rFonts w:ascii="Times New Roman" w:hAnsi="Times New Roman"/>
          <w:bCs/>
          <w:sz w:val="28"/>
          <w:szCs w:val="28"/>
        </w:rPr>
        <w:t xml:space="preserve">Учесть в </w:t>
      </w:r>
      <w:r>
        <w:rPr>
          <w:rFonts w:ascii="Times New Roman" w:hAnsi="Times New Roman"/>
          <w:bCs/>
          <w:sz w:val="28"/>
          <w:szCs w:val="28"/>
        </w:rPr>
        <w:t>местном</w:t>
      </w:r>
      <w:r w:rsidRPr="00E41BC0">
        <w:rPr>
          <w:rFonts w:ascii="Times New Roman" w:hAnsi="Times New Roman"/>
          <w:bCs/>
          <w:sz w:val="28"/>
          <w:szCs w:val="28"/>
        </w:rPr>
        <w:t xml:space="preserve"> бюджете на 20</w:t>
      </w:r>
      <w:r>
        <w:rPr>
          <w:rFonts w:ascii="Times New Roman" w:hAnsi="Times New Roman"/>
          <w:bCs/>
          <w:sz w:val="28"/>
          <w:szCs w:val="28"/>
        </w:rPr>
        <w:t>21</w:t>
      </w:r>
      <w:r w:rsidRPr="00E41BC0">
        <w:rPr>
          <w:rFonts w:ascii="Times New Roman" w:hAnsi="Times New Roman"/>
          <w:bCs/>
          <w:sz w:val="28"/>
          <w:szCs w:val="28"/>
        </w:rPr>
        <w:t xml:space="preserve"> год доходы </w:t>
      </w:r>
      <w:r>
        <w:rPr>
          <w:rFonts w:ascii="Times New Roman" w:hAnsi="Times New Roman"/>
          <w:bCs/>
          <w:sz w:val="28"/>
          <w:szCs w:val="28"/>
        </w:rPr>
        <w:t>местного</w:t>
      </w:r>
      <w:r w:rsidRPr="00E41BC0">
        <w:rPr>
          <w:rFonts w:ascii="Times New Roman" w:hAnsi="Times New Roman"/>
          <w:bCs/>
          <w:sz w:val="28"/>
          <w:szCs w:val="28"/>
        </w:rPr>
        <w:t xml:space="preserve"> бюджета согласно приложению </w:t>
      </w:r>
      <w:r>
        <w:rPr>
          <w:rFonts w:ascii="Times New Roman" w:hAnsi="Times New Roman"/>
          <w:bCs/>
          <w:sz w:val="28"/>
          <w:szCs w:val="28"/>
        </w:rPr>
        <w:t>2</w:t>
      </w:r>
      <w:r w:rsidRPr="00E41BC0">
        <w:rPr>
          <w:rFonts w:ascii="Times New Roman" w:hAnsi="Times New Roman"/>
          <w:bCs/>
          <w:sz w:val="28"/>
          <w:szCs w:val="28"/>
        </w:rPr>
        <w:t>.</w:t>
      </w:r>
    </w:p>
    <w:p w:rsidR="00E25BF6" w:rsidRPr="00E41BC0" w:rsidRDefault="00E25BF6" w:rsidP="00E41BC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BC0">
        <w:rPr>
          <w:rFonts w:ascii="Times New Roman" w:hAnsi="Times New Roman" w:cs="Times New Roman"/>
          <w:bCs/>
          <w:sz w:val="28"/>
          <w:szCs w:val="28"/>
        </w:rPr>
        <w:t xml:space="preserve">5. Учесть в </w:t>
      </w:r>
      <w:r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плановый период 202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годов доходы </w:t>
      </w:r>
      <w:r>
        <w:rPr>
          <w:rFonts w:ascii="Times New Roman" w:hAnsi="Times New Roman" w:cs="Times New Roman"/>
          <w:bCs/>
          <w:sz w:val="28"/>
          <w:szCs w:val="28"/>
        </w:rPr>
        <w:t>местного бюджета согласно приложению 3</w:t>
      </w:r>
      <w:r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E25BF6" w:rsidRPr="002B0CF6" w:rsidRDefault="00E25BF6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 </w:t>
      </w:r>
      <w:r w:rsidRPr="002B0CF6">
        <w:rPr>
          <w:rFonts w:ascii="Times New Roman" w:hAnsi="Times New Roman"/>
          <w:sz w:val="28"/>
          <w:szCs w:val="28"/>
        </w:rPr>
        <w:t xml:space="preserve">Утвердить перечень главных администраторов доходов местного бюджета согласно приложению </w:t>
      </w:r>
      <w:r>
        <w:rPr>
          <w:rFonts w:ascii="Times New Roman" w:hAnsi="Times New Roman"/>
          <w:sz w:val="28"/>
          <w:szCs w:val="28"/>
        </w:rPr>
        <w:t>4</w:t>
      </w:r>
      <w:r w:rsidRPr="002B0CF6">
        <w:rPr>
          <w:rFonts w:ascii="Times New Roman" w:hAnsi="Times New Roman"/>
          <w:sz w:val="28"/>
          <w:szCs w:val="28"/>
        </w:rPr>
        <w:t>.</w:t>
      </w:r>
    </w:p>
    <w:p w:rsidR="00E25BF6" w:rsidRPr="002B0CF6" w:rsidRDefault="00E25BF6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7</w:t>
      </w:r>
      <w:r w:rsidRPr="002B0CF6">
        <w:rPr>
          <w:rFonts w:ascii="Times New Roman" w:hAnsi="Times New Roman"/>
          <w:sz w:val="28"/>
          <w:szCs w:val="28"/>
        </w:rPr>
        <w:t xml:space="preserve">. Утвердить перечень главных администраторов источников финансирования дефицита местного бюджета согласно приложению </w:t>
      </w:r>
      <w:r>
        <w:rPr>
          <w:rFonts w:ascii="Times New Roman" w:hAnsi="Times New Roman"/>
          <w:sz w:val="28"/>
          <w:szCs w:val="28"/>
        </w:rPr>
        <w:t>5</w:t>
      </w:r>
      <w:r w:rsidRPr="002B0CF6">
        <w:rPr>
          <w:rFonts w:ascii="Times New Roman" w:hAnsi="Times New Roman"/>
          <w:sz w:val="28"/>
          <w:szCs w:val="28"/>
        </w:rPr>
        <w:t>.</w:t>
      </w:r>
    </w:p>
    <w:p w:rsidR="00E25BF6" w:rsidRPr="002B0CF6" w:rsidRDefault="00E25BF6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2B0CF6">
        <w:rPr>
          <w:rFonts w:ascii="Times New Roman" w:hAnsi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/>
          <w:sz w:val="28"/>
          <w:szCs w:val="28"/>
        </w:rPr>
        <w:t>Селезянского</w:t>
      </w:r>
      <w:r>
        <w:rPr>
          <w:rFonts w:ascii="Times New Roman" w:hAnsi="Times New Roman"/>
          <w:snapToGrid w:val="0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</w:t>
      </w:r>
      <w:r w:rsidRPr="002B0CF6">
        <w:rPr>
          <w:rFonts w:ascii="Times New Roman" w:hAnsi="Times New Roman"/>
          <w:sz w:val="28"/>
          <w:szCs w:val="28"/>
        </w:rPr>
        <w:t>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</w:t>
      </w:r>
      <w:r>
        <w:rPr>
          <w:rFonts w:ascii="Times New Roman" w:hAnsi="Times New Roman"/>
          <w:sz w:val="28"/>
          <w:szCs w:val="28"/>
        </w:rPr>
        <w:t xml:space="preserve">21 год и </w:t>
      </w:r>
      <w:r w:rsidRPr="002B0CF6">
        <w:rPr>
          <w:rFonts w:ascii="Times New Roman" w:hAnsi="Times New Roman"/>
          <w:sz w:val="28"/>
          <w:szCs w:val="28"/>
        </w:rPr>
        <w:t>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Pr="002B0CF6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23</w:t>
      </w:r>
      <w:r w:rsidRPr="002B0CF6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/>
          <w:sz w:val="28"/>
          <w:szCs w:val="28"/>
        </w:rPr>
        <w:t>6</w:t>
      </w:r>
      <w:r w:rsidRPr="002B0CF6">
        <w:rPr>
          <w:rFonts w:ascii="Times New Roman" w:hAnsi="Times New Roman"/>
          <w:sz w:val="28"/>
          <w:szCs w:val="28"/>
        </w:rPr>
        <w:t>.</w:t>
      </w:r>
    </w:p>
    <w:p w:rsidR="00E25BF6" w:rsidRPr="002B0CF6" w:rsidRDefault="00E25BF6" w:rsidP="00026F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бюджета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на 20</w:t>
      </w:r>
      <w:r>
        <w:rPr>
          <w:rFonts w:ascii="Times New Roman" w:hAnsi="Times New Roman" w:cs="Times New Roman"/>
          <w:snapToGrid w:val="0"/>
          <w:sz w:val="28"/>
          <w:szCs w:val="28"/>
        </w:rPr>
        <w:t>21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B0CF6">
        <w:rPr>
          <w:rFonts w:ascii="Times New Roman" w:hAnsi="Times New Roman" w:cs="Times New Roman"/>
          <w:sz w:val="28"/>
          <w:szCs w:val="28"/>
        </w:rPr>
        <w:t>.</w:t>
      </w:r>
    </w:p>
    <w:p w:rsidR="00E25BF6" w:rsidRPr="002B0CF6" w:rsidRDefault="00E25BF6" w:rsidP="00EF76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2B0CF6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2022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B0CF6">
        <w:rPr>
          <w:rFonts w:ascii="Times New Roman" w:hAnsi="Times New Roman" w:cs="Times New Roman"/>
          <w:sz w:val="28"/>
          <w:szCs w:val="28"/>
        </w:rPr>
        <w:t>.</w:t>
      </w:r>
    </w:p>
    <w:p w:rsidR="00E25BF6" w:rsidRPr="002B0CF6" w:rsidRDefault="00E25BF6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2B0CF6">
        <w:rPr>
          <w:rFonts w:ascii="Times New Roman" w:hAnsi="Times New Roman"/>
          <w:sz w:val="28"/>
          <w:szCs w:val="28"/>
        </w:rPr>
        <w:t>. Утвердить общий объем бюджетных ассигнований на исполнение публичных нормативных обязательств местного бюджета на 20</w:t>
      </w:r>
      <w:r>
        <w:rPr>
          <w:rFonts w:ascii="Times New Roman" w:hAnsi="Times New Roman"/>
          <w:sz w:val="28"/>
          <w:szCs w:val="28"/>
        </w:rPr>
        <w:t>21</w:t>
      </w:r>
      <w:r w:rsidRPr="002B0CF6">
        <w:rPr>
          <w:rFonts w:ascii="Times New Roman" w:hAnsi="Times New Roman"/>
          <w:sz w:val="28"/>
          <w:szCs w:val="28"/>
        </w:rPr>
        <w:t xml:space="preserve"> год в сумме   </w:t>
      </w:r>
      <w:r>
        <w:rPr>
          <w:rFonts w:ascii="Times New Roman" w:hAnsi="Times New Roman"/>
          <w:sz w:val="28"/>
          <w:szCs w:val="28"/>
        </w:rPr>
        <w:t xml:space="preserve">28,4 </w:t>
      </w:r>
      <w:r w:rsidRPr="002B0CF6">
        <w:rPr>
          <w:rFonts w:ascii="Times New Roman" w:hAnsi="Times New Roman"/>
          <w:sz w:val="28"/>
          <w:szCs w:val="28"/>
        </w:rPr>
        <w:t>тыс. рублей, на  20</w:t>
      </w:r>
      <w:r>
        <w:rPr>
          <w:rFonts w:ascii="Times New Roman" w:hAnsi="Times New Roman"/>
          <w:sz w:val="28"/>
          <w:szCs w:val="28"/>
        </w:rPr>
        <w:t>22</w:t>
      </w:r>
      <w:r w:rsidRPr="002B0CF6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0</w:t>
      </w:r>
      <w:r w:rsidRPr="002B0CF6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 на</w:t>
      </w:r>
      <w:r w:rsidRPr="002B0CF6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23</w:t>
      </w:r>
      <w:r w:rsidRPr="002B0CF6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0</w:t>
      </w:r>
      <w:r w:rsidRPr="002B0CF6">
        <w:rPr>
          <w:rFonts w:ascii="Times New Roman" w:hAnsi="Times New Roman"/>
          <w:sz w:val="28"/>
          <w:szCs w:val="28"/>
        </w:rPr>
        <w:t xml:space="preserve"> тыс. рублей.</w:t>
      </w:r>
    </w:p>
    <w:p w:rsidR="00E25BF6" w:rsidRPr="002B0CF6" w:rsidRDefault="00E25BF6" w:rsidP="00AA14B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556FD">
        <w:rPr>
          <w:rFonts w:ascii="Times New Roman" w:hAnsi="Times New Roman"/>
          <w:sz w:val="28"/>
          <w:szCs w:val="28"/>
        </w:rPr>
        <w:t>12.</w:t>
      </w:r>
      <w:r w:rsidRPr="002B0CF6">
        <w:rPr>
          <w:rFonts w:ascii="Times New Roman" w:hAnsi="Times New Roman"/>
          <w:sz w:val="28"/>
          <w:szCs w:val="28"/>
        </w:rPr>
        <w:t>Установить верхний предел муниципального внутреннего долга местного бюджета:</w:t>
      </w:r>
    </w:p>
    <w:p w:rsidR="00E25BF6" w:rsidRPr="002B0CF6" w:rsidRDefault="00E25BF6" w:rsidP="00AD57A0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92,895</w:t>
      </w:r>
      <w:r w:rsidRPr="002B0CF6">
        <w:rPr>
          <w:rFonts w:ascii="Times New Roman" w:hAnsi="Times New Roman" w:cs="Times New Roman"/>
          <w:sz w:val="28"/>
          <w:szCs w:val="28"/>
        </w:rPr>
        <w:t xml:space="preserve">  тыс. рублей, в том числе </w:t>
      </w:r>
      <w:r w:rsidRPr="00F37901">
        <w:rPr>
          <w:rFonts w:ascii="Times New Roman" w:hAnsi="Times New Roman" w:cs="Times New Roman"/>
          <w:sz w:val="28"/>
          <w:szCs w:val="28"/>
        </w:rPr>
        <w:t>верхний предел долга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по муниципальным гарантиям 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E25BF6" w:rsidRPr="002B0CF6" w:rsidRDefault="00E25BF6" w:rsidP="00467F1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92,895</w:t>
      </w:r>
      <w:r w:rsidRPr="002B0CF6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F37901">
        <w:rPr>
          <w:rFonts w:ascii="Times New Roman" w:hAnsi="Times New Roman" w:cs="Times New Roman"/>
          <w:sz w:val="28"/>
          <w:szCs w:val="28"/>
        </w:rPr>
        <w:t>верхний предел долга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по муниципальным гарантиям 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2B0CF6">
        <w:rPr>
          <w:rFonts w:ascii="Times New Roman" w:hAnsi="Times New Roman" w:cs="Times New Roman"/>
          <w:sz w:val="28"/>
          <w:szCs w:val="28"/>
        </w:rPr>
        <w:t>0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 тыс. руб.</w:t>
      </w:r>
    </w:p>
    <w:p w:rsidR="00E25BF6" w:rsidRDefault="00E25BF6" w:rsidP="00467F11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>на 1 января 202</w:t>
      </w:r>
      <w:r>
        <w:rPr>
          <w:rFonts w:ascii="Times New Roman" w:hAnsi="Times New Roman"/>
          <w:sz w:val="28"/>
          <w:szCs w:val="28"/>
        </w:rPr>
        <w:t>4</w:t>
      </w:r>
      <w:r w:rsidRPr="002B0CF6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>92,895</w:t>
      </w:r>
      <w:r w:rsidRPr="002B0CF6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Pr="00F37901">
        <w:rPr>
          <w:rFonts w:ascii="Times New Roman" w:hAnsi="Times New Roman"/>
          <w:sz w:val="28"/>
          <w:szCs w:val="28"/>
        </w:rPr>
        <w:t>верхний предел долга</w:t>
      </w:r>
      <w:r w:rsidRPr="002B0CF6">
        <w:rPr>
          <w:rFonts w:ascii="Times New Roman" w:hAnsi="Times New Roman"/>
          <w:sz w:val="28"/>
          <w:szCs w:val="28"/>
        </w:rPr>
        <w:t xml:space="preserve"> по муниципальным гарантиям</w:t>
      </w:r>
      <w:r w:rsidRPr="002B0CF6">
        <w:rPr>
          <w:rFonts w:ascii="Times New Roman" w:hAnsi="Times New Roman"/>
          <w:spacing w:val="-8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>0</w:t>
      </w:r>
      <w:r w:rsidRPr="002B0CF6">
        <w:rPr>
          <w:rFonts w:ascii="Times New Roman" w:hAnsi="Times New Roman"/>
          <w:spacing w:val="-8"/>
          <w:sz w:val="28"/>
          <w:szCs w:val="28"/>
        </w:rPr>
        <w:t xml:space="preserve"> тыс. рублей.</w:t>
      </w:r>
      <w:r w:rsidRPr="00467F11">
        <w:rPr>
          <w:spacing w:val="-8"/>
          <w:sz w:val="28"/>
          <w:szCs w:val="28"/>
        </w:rPr>
        <w:t xml:space="preserve"> </w:t>
      </w:r>
    </w:p>
    <w:p w:rsidR="00E25BF6" w:rsidRPr="00244D89" w:rsidRDefault="00E25BF6" w:rsidP="00467F1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244D89">
        <w:rPr>
          <w:rFonts w:ascii="Times New Roman" w:hAnsi="Times New Roman"/>
          <w:spacing w:val="-8"/>
          <w:sz w:val="28"/>
          <w:szCs w:val="28"/>
        </w:rPr>
        <w:t>Установить объем расходов на обслуживание муниципального долга на 20</w:t>
      </w:r>
      <w:r>
        <w:rPr>
          <w:rFonts w:ascii="Times New Roman" w:hAnsi="Times New Roman"/>
          <w:spacing w:val="-8"/>
          <w:sz w:val="28"/>
          <w:szCs w:val="28"/>
        </w:rPr>
        <w:t>21</w:t>
      </w:r>
      <w:r w:rsidRPr="00244D89">
        <w:rPr>
          <w:rFonts w:ascii="Times New Roman" w:hAnsi="Times New Roman"/>
          <w:spacing w:val="-8"/>
          <w:sz w:val="28"/>
          <w:szCs w:val="28"/>
        </w:rPr>
        <w:t xml:space="preserve"> год в сумме </w:t>
      </w:r>
      <w:r>
        <w:rPr>
          <w:rFonts w:ascii="Times New Roman" w:hAnsi="Times New Roman"/>
          <w:spacing w:val="-8"/>
          <w:sz w:val="28"/>
          <w:szCs w:val="28"/>
        </w:rPr>
        <w:t>0,00</w:t>
      </w:r>
      <w:r w:rsidRPr="00244D89">
        <w:rPr>
          <w:rFonts w:ascii="Times New Roman" w:hAnsi="Times New Roman"/>
          <w:spacing w:val="-8"/>
          <w:sz w:val="28"/>
          <w:szCs w:val="28"/>
        </w:rPr>
        <w:t xml:space="preserve"> тыс.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244D89">
        <w:rPr>
          <w:rFonts w:ascii="Times New Roman" w:hAnsi="Times New Roman"/>
          <w:spacing w:val="-8"/>
          <w:sz w:val="28"/>
          <w:szCs w:val="28"/>
        </w:rPr>
        <w:t>рублей, на 20</w:t>
      </w:r>
      <w:r>
        <w:rPr>
          <w:rFonts w:ascii="Times New Roman" w:hAnsi="Times New Roman"/>
          <w:spacing w:val="-8"/>
          <w:sz w:val="28"/>
          <w:szCs w:val="28"/>
        </w:rPr>
        <w:t>22</w:t>
      </w:r>
      <w:r w:rsidRPr="00244D89">
        <w:rPr>
          <w:rFonts w:ascii="Times New Roman" w:hAnsi="Times New Roman"/>
          <w:spacing w:val="-8"/>
          <w:sz w:val="28"/>
          <w:szCs w:val="28"/>
        </w:rPr>
        <w:t xml:space="preserve"> год в сумме </w:t>
      </w:r>
      <w:r>
        <w:rPr>
          <w:rFonts w:ascii="Times New Roman" w:hAnsi="Times New Roman"/>
          <w:spacing w:val="-8"/>
          <w:sz w:val="28"/>
          <w:szCs w:val="28"/>
        </w:rPr>
        <w:t>0,00</w:t>
      </w:r>
      <w:r w:rsidRPr="00244D89">
        <w:rPr>
          <w:rFonts w:ascii="Times New Roman" w:hAnsi="Times New Roman"/>
          <w:spacing w:val="-8"/>
          <w:sz w:val="28"/>
          <w:szCs w:val="28"/>
        </w:rPr>
        <w:t xml:space="preserve"> тыс.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244D89">
        <w:rPr>
          <w:rFonts w:ascii="Times New Roman" w:hAnsi="Times New Roman"/>
          <w:spacing w:val="-8"/>
          <w:sz w:val="28"/>
          <w:szCs w:val="28"/>
        </w:rPr>
        <w:t>рублей и на 202</w:t>
      </w:r>
      <w:r>
        <w:rPr>
          <w:rFonts w:ascii="Times New Roman" w:hAnsi="Times New Roman"/>
          <w:spacing w:val="-8"/>
          <w:sz w:val="28"/>
          <w:szCs w:val="28"/>
        </w:rPr>
        <w:t>3</w:t>
      </w:r>
      <w:r w:rsidRPr="00244D89">
        <w:rPr>
          <w:rFonts w:ascii="Times New Roman" w:hAnsi="Times New Roman"/>
          <w:spacing w:val="-8"/>
          <w:sz w:val="28"/>
          <w:szCs w:val="28"/>
        </w:rPr>
        <w:t xml:space="preserve"> год в сумме </w:t>
      </w:r>
      <w:r>
        <w:rPr>
          <w:rFonts w:ascii="Times New Roman" w:hAnsi="Times New Roman"/>
          <w:spacing w:val="-8"/>
          <w:sz w:val="28"/>
          <w:szCs w:val="28"/>
        </w:rPr>
        <w:t xml:space="preserve">0,00 </w:t>
      </w:r>
      <w:r w:rsidRPr="00244D89">
        <w:rPr>
          <w:rFonts w:ascii="Times New Roman" w:hAnsi="Times New Roman"/>
          <w:spacing w:val="-8"/>
          <w:sz w:val="28"/>
          <w:szCs w:val="28"/>
        </w:rPr>
        <w:t>тыс. рублей.</w:t>
      </w:r>
    </w:p>
    <w:p w:rsidR="00E25BF6" w:rsidRDefault="00E25BF6" w:rsidP="00467F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467F11">
        <w:rPr>
          <w:rFonts w:ascii="Times New Roman" w:hAnsi="Times New Roman"/>
          <w:spacing w:val="-8"/>
          <w:sz w:val="28"/>
          <w:szCs w:val="28"/>
        </w:rPr>
        <w:t>Установить предельный объем муниципальных заимствований, направляемых на финансирование дефицита местного бюджета</w:t>
      </w:r>
      <w:r>
        <w:rPr>
          <w:rFonts w:ascii="Times New Roman" w:hAnsi="Times New Roman"/>
          <w:spacing w:val="-8"/>
          <w:sz w:val="28"/>
          <w:szCs w:val="28"/>
        </w:rPr>
        <w:t xml:space="preserve"> и погашение долговых обязательств,</w:t>
      </w:r>
      <w:r w:rsidRPr="00467F11">
        <w:rPr>
          <w:rFonts w:ascii="Times New Roman" w:hAnsi="Times New Roman"/>
          <w:spacing w:val="-8"/>
          <w:sz w:val="28"/>
          <w:szCs w:val="28"/>
        </w:rPr>
        <w:t xml:space="preserve"> на 20</w:t>
      </w:r>
      <w:r>
        <w:rPr>
          <w:rFonts w:ascii="Times New Roman" w:hAnsi="Times New Roman"/>
          <w:spacing w:val="-8"/>
          <w:sz w:val="28"/>
          <w:szCs w:val="28"/>
        </w:rPr>
        <w:t>21</w:t>
      </w:r>
      <w:r w:rsidRPr="00467F11">
        <w:rPr>
          <w:rFonts w:ascii="Times New Roman" w:hAnsi="Times New Roman"/>
          <w:spacing w:val="-8"/>
          <w:sz w:val="28"/>
          <w:szCs w:val="28"/>
        </w:rPr>
        <w:t xml:space="preserve"> год в сумме </w:t>
      </w:r>
      <w:r>
        <w:rPr>
          <w:rFonts w:ascii="Times New Roman" w:hAnsi="Times New Roman"/>
          <w:spacing w:val="-8"/>
          <w:sz w:val="28"/>
          <w:szCs w:val="28"/>
        </w:rPr>
        <w:t>0,00</w:t>
      </w:r>
      <w:r w:rsidRPr="00467F11">
        <w:rPr>
          <w:rFonts w:ascii="Times New Roman" w:hAnsi="Times New Roman"/>
          <w:spacing w:val="-8"/>
          <w:sz w:val="28"/>
          <w:szCs w:val="28"/>
        </w:rPr>
        <w:t xml:space="preserve"> тыс.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467F11">
        <w:rPr>
          <w:rFonts w:ascii="Times New Roman" w:hAnsi="Times New Roman"/>
          <w:spacing w:val="-8"/>
          <w:sz w:val="28"/>
          <w:szCs w:val="28"/>
        </w:rPr>
        <w:t>рублей, на 20</w:t>
      </w:r>
      <w:r>
        <w:rPr>
          <w:rFonts w:ascii="Times New Roman" w:hAnsi="Times New Roman"/>
          <w:spacing w:val="-8"/>
          <w:sz w:val="28"/>
          <w:szCs w:val="28"/>
        </w:rPr>
        <w:t>22</w:t>
      </w:r>
      <w:r w:rsidRPr="00467F11">
        <w:rPr>
          <w:rFonts w:ascii="Times New Roman" w:hAnsi="Times New Roman"/>
          <w:spacing w:val="-8"/>
          <w:sz w:val="28"/>
          <w:szCs w:val="28"/>
        </w:rPr>
        <w:t xml:space="preserve"> год в сумме </w:t>
      </w:r>
      <w:r>
        <w:rPr>
          <w:rFonts w:ascii="Times New Roman" w:hAnsi="Times New Roman"/>
          <w:spacing w:val="-8"/>
          <w:sz w:val="28"/>
          <w:szCs w:val="28"/>
        </w:rPr>
        <w:t>0,00</w:t>
      </w:r>
      <w:r w:rsidRPr="00467F11">
        <w:rPr>
          <w:rFonts w:ascii="Times New Roman" w:hAnsi="Times New Roman"/>
          <w:spacing w:val="-8"/>
          <w:sz w:val="28"/>
          <w:szCs w:val="28"/>
        </w:rPr>
        <w:t xml:space="preserve"> тыс.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467F11">
        <w:rPr>
          <w:rFonts w:ascii="Times New Roman" w:hAnsi="Times New Roman"/>
          <w:spacing w:val="-8"/>
          <w:sz w:val="28"/>
          <w:szCs w:val="28"/>
        </w:rPr>
        <w:t>рублей и на 20</w:t>
      </w:r>
      <w:r>
        <w:rPr>
          <w:rFonts w:ascii="Times New Roman" w:hAnsi="Times New Roman"/>
          <w:spacing w:val="-8"/>
          <w:sz w:val="28"/>
          <w:szCs w:val="28"/>
        </w:rPr>
        <w:t>23</w:t>
      </w:r>
      <w:r w:rsidRPr="00467F11">
        <w:rPr>
          <w:rFonts w:ascii="Times New Roman" w:hAnsi="Times New Roman"/>
          <w:spacing w:val="-8"/>
          <w:sz w:val="28"/>
          <w:szCs w:val="28"/>
        </w:rPr>
        <w:t xml:space="preserve"> год в сумме </w:t>
      </w:r>
      <w:r>
        <w:rPr>
          <w:rFonts w:ascii="Times New Roman" w:hAnsi="Times New Roman"/>
          <w:spacing w:val="-8"/>
          <w:sz w:val="28"/>
          <w:szCs w:val="28"/>
        </w:rPr>
        <w:t xml:space="preserve">0,00 </w:t>
      </w:r>
      <w:r w:rsidRPr="00467F11">
        <w:rPr>
          <w:rFonts w:ascii="Times New Roman" w:hAnsi="Times New Roman"/>
          <w:spacing w:val="-8"/>
          <w:sz w:val="28"/>
          <w:szCs w:val="28"/>
        </w:rPr>
        <w:t>тыс.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467F11">
        <w:rPr>
          <w:rFonts w:ascii="Times New Roman" w:hAnsi="Times New Roman"/>
          <w:spacing w:val="-8"/>
          <w:sz w:val="28"/>
          <w:szCs w:val="28"/>
        </w:rPr>
        <w:t>рублей.</w:t>
      </w:r>
    </w:p>
    <w:p w:rsidR="00E25BF6" w:rsidRPr="00490F4F" w:rsidRDefault="00E25BF6" w:rsidP="003A39B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556FD">
        <w:rPr>
          <w:rFonts w:ascii="Times New Roman" w:hAnsi="Times New Roman" w:cs="Times New Roman"/>
          <w:spacing w:val="-8"/>
          <w:sz w:val="28"/>
          <w:szCs w:val="28"/>
        </w:rPr>
        <w:t>13.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3A39B8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A39B8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на 2021 год </w:t>
      </w:r>
      <w:r w:rsidRPr="003A39B8">
        <w:rPr>
          <w:rFonts w:ascii="Times New Roman" w:hAnsi="Times New Roman" w:cs="Times New Roman"/>
          <w:sz w:val="28"/>
          <w:szCs w:val="28"/>
        </w:rPr>
        <w:t>и на плановый период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A39B8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A39B8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9. </w:t>
      </w:r>
    </w:p>
    <w:p w:rsidR="00E25BF6" w:rsidRPr="002B0CF6" w:rsidRDefault="00E25BF6" w:rsidP="008908A0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2B0CF6">
        <w:rPr>
          <w:rFonts w:ascii="Times New Roman" w:hAnsi="Times New Roman"/>
          <w:sz w:val="28"/>
          <w:szCs w:val="28"/>
        </w:rPr>
        <w:t xml:space="preserve">. </w:t>
      </w:r>
      <w:r w:rsidRPr="002B0CF6">
        <w:rPr>
          <w:rFonts w:ascii="Times New Roman" w:hAnsi="Times New Roman"/>
          <w:snapToGrid w:val="0"/>
          <w:sz w:val="28"/>
          <w:szCs w:val="28"/>
        </w:rPr>
        <w:t>Установить, что в соответствии с пунктом 3</w:t>
      </w:r>
      <w:r>
        <w:rPr>
          <w:rFonts w:ascii="Times New Roman" w:hAnsi="Times New Roman"/>
          <w:snapToGrid w:val="0"/>
          <w:sz w:val="28"/>
          <w:szCs w:val="28"/>
        </w:rPr>
        <w:t>2</w:t>
      </w:r>
      <w:r w:rsidRPr="002B0CF6">
        <w:rPr>
          <w:rFonts w:ascii="Times New Roman" w:hAnsi="Times New Roman"/>
          <w:snapToGrid w:val="0"/>
          <w:sz w:val="28"/>
          <w:szCs w:val="28"/>
        </w:rPr>
        <w:t>.3 подраздела 3</w:t>
      </w:r>
      <w:r>
        <w:rPr>
          <w:rFonts w:ascii="Times New Roman" w:hAnsi="Times New Roman"/>
          <w:snapToGrid w:val="0"/>
          <w:sz w:val="28"/>
          <w:szCs w:val="28"/>
        </w:rPr>
        <w:t>2</w:t>
      </w:r>
      <w:r w:rsidRPr="002B0CF6">
        <w:rPr>
          <w:rFonts w:ascii="Times New Roman" w:hAnsi="Times New Roman"/>
          <w:snapToGrid w:val="0"/>
          <w:sz w:val="28"/>
          <w:szCs w:val="28"/>
        </w:rPr>
        <w:t xml:space="preserve"> Положения о бюджетном процессе в </w:t>
      </w:r>
      <w:r>
        <w:rPr>
          <w:rFonts w:ascii="Times New Roman" w:hAnsi="Times New Roman"/>
          <w:sz w:val="28"/>
          <w:szCs w:val="28"/>
        </w:rPr>
        <w:t>Селезянском</w:t>
      </w:r>
      <w:r>
        <w:rPr>
          <w:rFonts w:ascii="Times New Roman" w:hAnsi="Times New Roman"/>
          <w:snapToGrid w:val="0"/>
          <w:sz w:val="28"/>
          <w:szCs w:val="28"/>
        </w:rPr>
        <w:t xml:space="preserve"> сельском поселении</w:t>
      </w:r>
      <w:r w:rsidRPr="002B0CF6">
        <w:rPr>
          <w:rFonts w:ascii="Times New Roman" w:hAnsi="Times New Roman"/>
          <w:snapToGrid w:val="0"/>
          <w:sz w:val="28"/>
          <w:szCs w:val="28"/>
        </w:rPr>
        <w:t xml:space="preserve"> основанием для внесения изменений в показатели сводной бюджетной росписи местного бюджета является распределение зарезервированных в составе утвержденных пунктами </w:t>
      </w:r>
      <w:r>
        <w:rPr>
          <w:rFonts w:ascii="Times New Roman" w:hAnsi="Times New Roman"/>
          <w:snapToGrid w:val="0"/>
          <w:sz w:val="28"/>
          <w:szCs w:val="28"/>
        </w:rPr>
        <w:t>8, 9</w:t>
      </w:r>
      <w:r w:rsidRPr="002B0CF6">
        <w:rPr>
          <w:rFonts w:ascii="Times New Roman" w:hAnsi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/>
          <w:snapToGrid w:val="0"/>
          <w:sz w:val="28"/>
          <w:szCs w:val="28"/>
        </w:rPr>
        <w:t>10,11</w:t>
      </w:r>
      <w:r w:rsidRPr="002B0CF6">
        <w:rPr>
          <w:rFonts w:ascii="Times New Roman" w:hAnsi="Times New Roman"/>
          <w:snapToGrid w:val="0"/>
          <w:sz w:val="28"/>
          <w:szCs w:val="28"/>
        </w:rPr>
        <w:t xml:space="preserve"> настоящего решения:</w:t>
      </w:r>
    </w:p>
    <w:p w:rsidR="00E25BF6" w:rsidRDefault="00E25BF6" w:rsidP="00602C51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</w:t>
      </w:r>
      <w:r>
        <w:rPr>
          <w:rFonts w:ascii="Times New Roman" w:hAnsi="Times New Roman" w:cs="Times New Roman"/>
          <w:snapToGrid w:val="0"/>
          <w:sz w:val="28"/>
          <w:szCs w:val="28"/>
        </w:rPr>
        <w:t>местного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казенными учреждениями, а также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бюджетными и автономными учреждениями в отношении закрепленного за ними недвижимого и особо ценного движимого имущества;</w:t>
      </w:r>
    </w:p>
    <w:p w:rsidR="00E25BF6" w:rsidRPr="00602C51" w:rsidRDefault="00E25BF6" w:rsidP="00602C51">
      <w:pPr>
        <w:pStyle w:val="ConsPlusNormal"/>
        <w:ind w:firstLine="709"/>
        <w:jc w:val="both"/>
        <w:rPr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</w:t>
      </w:r>
      <w:r>
        <w:rPr>
          <w:rFonts w:ascii="Times New Roman" w:hAnsi="Times New Roman"/>
          <w:sz w:val="28"/>
          <w:szCs w:val="28"/>
        </w:rPr>
        <w:t>Селезянскому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сельскому поселению</w:t>
      </w:r>
      <w:r w:rsidRPr="00602C51">
        <w:rPr>
          <w:rFonts w:ascii="Times New Roman" w:hAnsi="Times New Roman" w:cs="Times New Roman"/>
          <w:sz w:val="28"/>
          <w:szCs w:val="28"/>
        </w:rPr>
        <w:t xml:space="preserve">, удовлетворяемых за счет казны </w:t>
      </w:r>
      <w:r>
        <w:rPr>
          <w:rFonts w:ascii="Times New Roman" w:hAnsi="Times New Roman"/>
          <w:sz w:val="28"/>
          <w:szCs w:val="28"/>
        </w:rPr>
        <w:t>Селезянского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5BF6" w:rsidRPr="002B0CF6" w:rsidRDefault="00E25BF6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ab/>
        <w:t xml:space="preserve"> Установить </w:t>
      </w:r>
      <w:r w:rsidRPr="002B0CF6">
        <w:rPr>
          <w:rFonts w:ascii="Times New Roman" w:hAnsi="Times New Roman"/>
          <w:snapToGrid w:val="0"/>
          <w:sz w:val="28"/>
          <w:szCs w:val="28"/>
        </w:rPr>
        <w:t>в соответствии с пунктом 3</w:t>
      </w:r>
      <w:r>
        <w:rPr>
          <w:rFonts w:ascii="Times New Roman" w:hAnsi="Times New Roman"/>
          <w:snapToGrid w:val="0"/>
          <w:sz w:val="28"/>
          <w:szCs w:val="28"/>
        </w:rPr>
        <w:t>2</w:t>
      </w:r>
      <w:r w:rsidRPr="002B0CF6">
        <w:rPr>
          <w:rFonts w:ascii="Times New Roman" w:hAnsi="Times New Roman"/>
          <w:snapToGrid w:val="0"/>
          <w:sz w:val="28"/>
          <w:szCs w:val="28"/>
        </w:rPr>
        <w:t>.3 подраздела 3</w:t>
      </w:r>
      <w:r>
        <w:rPr>
          <w:rFonts w:ascii="Times New Roman" w:hAnsi="Times New Roman"/>
          <w:snapToGrid w:val="0"/>
          <w:sz w:val="28"/>
          <w:szCs w:val="28"/>
        </w:rPr>
        <w:t>2</w:t>
      </w:r>
      <w:r w:rsidRPr="002B0CF6">
        <w:rPr>
          <w:rFonts w:ascii="Times New Roman" w:hAnsi="Times New Roman"/>
          <w:snapToGrid w:val="0"/>
          <w:sz w:val="28"/>
          <w:szCs w:val="28"/>
        </w:rPr>
        <w:t xml:space="preserve"> Положения о бюджетном процессе в </w:t>
      </w:r>
      <w:r>
        <w:rPr>
          <w:rFonts w:ascii="Times New Roman" w:hAnsi="Times New Roman"/>
          <w:sz w:val="28"/>
          <w:szCs w:val="28"/>
        </w:rPr>
        <w:t>Селезянском</w:t>
      </w:r>
      <w:r>
        <w:rPr>
          <w:rFonts w:ascii="Times New Roman" w:hAnsi="Times New Roman"/>
          <w:snapToGrid w:val="0"/>
          <w:sz w:val="28"/>
          <w:szCs w:val="28"/>
        </w:rPr>
        <w:t xml:space="preserve"> сельском поселении</w:t>
      </w:r>
      <w:r w:rsidRPr="002B0CF6">
        <w:rPr>
          <w:rFonts w:ascii="Times New Roman" w:hAnsi="Times New Roman"/>
          <w:sz w:val="28"/>
          <w:szCs w:val="28"/>
        </w:rPr>
        <w:t xml:space="preserve"> следующие </w:t>
      </w:r>
      <w:r>
        <w:rPr>
          <w:rFonts w:ascii="Times New Roman" w:hAnsi="Times New Roman"/>
          <w:sz w:val="28"/>
          <w:szCs w:val="28"/>
        </w:rPr>
        <w:t xml:space="preserve">дополнительные </w:t>
      </w:r>
      <w:r w:rsidRPr="002B0CF6">
        <w:rPr>
          <w:rFonts w:ascii="Times New Roman" w:hAnsi="Times New Roman"/>
          <w:sz w:val="28"/>
          <w:szCs w:val="28"/>
        </w:rPr>
        <w:t>основания для внесения изменений в показатели сводной бюджетной росписи местного бюджета:</w:t>
      </w:r>
    </w:p>
    <w:p w:rsidR="00E25BF6" w:rsidRPr="002B0CF6" w:rsidRDefault="00E25BF6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:rsidR="00E25BF6" w:rsidRPr="002B0CF6" w:rsidRDefault="00E25BF6" w:rsidP="00E03E1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администрацией </w:t>
      </w:r>
      <w:r>
        <w:rPr>
          <w:rFonts w:ascii="Times New Roman" w:hAnsi="Times New Roman"/>
          <w:sz w:val="28"/>
          <w:szCs w:val="28"/>
        </w:rPr>
        <w:t>Селезянского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администрация </w:t>
      </w:r>
      <w:r>
        <w:rPr>
          <w:rFonts w:ascii="Times New Roman" w:hAnsi="Times New Roman" w:cs="Times New Roman"/>
          <w:snapToGrid w:val="0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) бюджетных ассигнований, предусмотренных по разделам «Общегосударственные вопросы», «Национальная экономика», </w:t>
      </w:r>
      <w:r w:rsidRPr="002B0CF6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«Здравоохранение», «Физическая культура и спорт», «Социальная политика», «Жилищно-коммунальное хозяйство», между кодами классификации расходов бюджетов и (или) между главными распорядителями средств местного бюджета;</w:t>
      </w:r>
    </w:p>
    <w:p w:rsidR="00E25BF6" w:rsidRPr="002B0CF6" w:rsidRDefault="00E25BF6" w:rsidP="0043553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z w:val="28"/>
          <w:szCs w:val="28"/>
        </w:rPr>
        <w:t xml:space="preserve"> решений об утверждении муниципальных  программ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муниципальные программы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z w:val="28"/>
          <w:szCs w:val="28"/>
        </w:rPr>
        <w:t>;</w:t>
      </w:r>
    </w:p>
    <w:p w:rsidR="00E25BF6" w:rsidRPr="002B0CF6" w:rsidRDefault="00E25BF6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0CF6">
        <w:rPr>
          <w:rFonts w:ascii="Times New Roman" w:hAnsi="Times New Roman"/>
          <w:i/>
          <w:sz w:val="28"/>
          <w:szCs w:val="28"/>
        </w:rPr>
        <w:tab/>
      </w:r>
      <w:r w:rsidRPr="002B0CF6">
        <w:rPr>
          <w:rFonts w:ascii="Times New Roman" w:hAnsi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добровольных пожертвований;</w:t>
      </w:r>
    </w:p>
    <w:p w:rsidR="00E25BF6" w:rsidRPr="002B0CF6" w:rsidRDefault="00E25BF6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возмещения ущерба при возникновении страховых случаев;</w:t>
      </w:r>
    </w:p>
    <w:p w:rsidR="00E25BF6" w:rsidRPr="002B0CF6" w:rsidRDefault="00E25BF6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 xml:space="preserve">перераспределение </w:t>
      </w:r>
      <w:r>
        <w:rPr>
          <w:rFonts w:ascii="Times New Roman" w:hAnsi="Times New Roman"/>
          <w:sz w:val="28"/>
          <w:szCs w:val="28"/>
        </w:rPr>
        <w:t>бюджетных ассигнований</w:t>
      </w:r>
      <w:r w:rsidRPr="002B0CF6">
        <w:rPr>
          <w:rFonts w:ascii="Times New Roman" w:hAnsi="Times New Roman"/>
          <w:sz w:val="28"/>
          <w:szCs w:val="28"/>
        </w:rPr>
        <w:t xml:space="preserve">, предусмотренных главному распорядителю средств местного бюджета на финансовое обеспечение выполнения </w:t>
      </w:r>
      <w:r>
        <w:rPr>
          <w:rFonts w:ascii="Times New Roman" w:hAnsi="Times New Roman"/>
          <w:sz w:val="28"/>
          <w:szCs w:val="28"/>
        </w:rPr>
        <w:t>работ</w:t>
      </w:r>
      <w:r w:rsidRPr="002B0CF6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оказания </w:t>
      </w:r>
      <w:r w:rsidRPr="002B0CF6">
        <w:rPr>
          <w:rFonts w:ascii="Times New Roman" w:hAnsi="Times New Roman"/>
          <w:sz w:val="28"/>
          <w:szCs w:val="28"/>
        </w:rPr>
        <w:t>услуг) муниципальными учреждениями, в том числе в форме субсидий на финансовое обеспечение выполнения ими муниципального задания, субсидий на иные цели, между подразделами классификации расходов бюджетов.</w:t>
      </w:r>
    </w:p>
    <w:p w:rsidR="00E25BF6" w:rsidRPr="002B0CF6" w:rsidRDefault="00E25BF6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A1E">
        <w:rPr>
          <w:rFonts w:ascii="Times New Roman" w:hAnsi="Times New Roman"/>
          <w:sz w:val="28"/>
          <w:szCs w:val="28"/>
        </w:rPr>
        <w:t>15.</w:t>
      </w:r>
      <w:r w:rsidRPr="002B0CF6">
        <w:rPr>
          <w:rFonts w:ascii="Times New Roman" w:hAnsi="Times New Roman"/>
          <w:sz w:val="28"/>
          <w:szCs w:val="28"/>
        </w:rPr>
        <w:t xml:space="preserve"> Установить, что доведение лимитов бюджетных обязательств на 20</w:t>
      </w:r>
      <w:r>
        <w:rPr>
          <w:rFonts w:ascii="Times New Roman" w:hAnsi="Times New Roman"/>
          <w:sz w:val="28"/>
          <w:szCs w:val="28"/>
        </w:rPr>
        <w:t>21</w:t>
      </w:r>
      <w:r w:rsidRPr="002B0CF6">
        <w:rPr>
          <w:rFonts w:ascii="Times New Roman" w:hAnsi="Times New Roman"/>
          <w:sz w:val="28"/>
          <w:szCs w:val="28"/>
        </w:rPr>
        <w:t xml:space="preserve"> год и финансирование в 20</w:t>
      </w:r>
      <w:r>
        <w:rPr>
          <w:rFonts w:ascii="Times New Roman" w:hAnsi="Times New Roman"/>
          <w:sz w:val="28"/>
          <w:szCs w:val="28"/>
        </w:rPr>
        <w:t>21</w:t>
      </w:r>
      <w:r w:rsidRPr="002B0CF6">
        <w:rPr>
          <w:rFonts w:ascii="Times New Roman" w:hAnsi="Times New Roman"/>
          <w:sz w:val="28"/>
          <w:szCs w:val="28"/>
        </w:rPr>
        <w:t xml:space="preserve"> году осуществляется с учетом их следующей приоритетности:</w:t>
      </w:r>
    </w:p>
    <w:p w:rsidR="00E25BF6" w:rsidRPr="002B0CF6" w:rsidRDefault="00E25BF6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>1) оплата труда и начисления на оплату труда;</w:t>
      </w:r>
    </w:p>
    <w:p w:rsidR="00E25BF6" w:rsidRPr="002B0CF6" w:rsidRDefault="00E25BF6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>2) исполнение публичных нормативных обязательств;</w:t>
      </w:r>
    </w:p>
    <w:p w:rsidR="00E25BF6" w:rsidRPr="002B0CF6" w:rsidRDefault="00E25BF6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 предоставление субсидий подведомственным бюджетным учреждениям</w:t>
      </w:r>
      <w:r w:rsidRPr="00525E26">
        <w:rPr>
          <w:rFonts w:ascii="Times New Roman" w:hAnsi="Times New Roman"/>
          <w:sz w:val="28"/>
          <w:szCs w:val="28"/>
        </w:rPr>
        <w:t>;</w:t>
      </w:r>
    </w:p>
    <w:p w:rsidR="00E25BF6" w:rsidRPr="002B0CF6" w:rsidRDefault="00E25BF6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>4) ликвидация последствий чрезвычайных ситуаций;</w:t>
      </w:r>
    </w:p>
    <w:p w:rsidR="00E25BF6" w:rsidRPr="002B0CF6" w:rsidRDefault="00E25BF6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>5) предоставление мер социальной поддержки отдельным категориям граждан;</w:t>
      </w:r>
    </w:p>
    <w:p w:rsidR="00E25BF6" w:rsidRPr="002B0CF6" w:rsidRDefault="00E25BF6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>6)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E25BF6" w:rsidRDefault="00E25BF6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B0CF6">
        <w:rPr>
          <w:rFonts w:ascii="Times New Roman" w:hAnsi="Times New Roman"/>
          <w:sz w:val="28"/>
          <w:szCs w:val="28"/>
        </w:rPr>
        <w:t>7) уплата муниципальными казенными учреждениями налогов и сборов в бюджеты бюджетной системы Российской Федерации.</w:t>
      </w:r>
    </w:p>
    <w:p w:rsidR="00E25BF6" w:rsidRPr="002B0CF6" w:rsidRDefault="00E25BF6" w:rsidP="00D87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2B0CF6">
        <w:rPr>
          <w:rFonts w:ascii="Times New Roman" w:hAnsi="Times New Roman"/>
          <w:sz w:val="28"/>
          <w:szCs w:val="28"/>
        </w:rPr>
        <w:t>Доведение лимитов бюджетных обязательств на 20</w:t>
      </w:r>
      <w:r>
        <w:rPr>
          <w:rFonts w:ascii="Times New Roman" w:hAnsi="Times New Roman"/>
          <w:sz w:val="28"/>
          <w:szCs w:val="28"/>
        </w:rPr>
        <w:t>21</w:t>
      </w:r>
      <w:r w:rsidRPr="002B0CF6">
        <w:rPr>
          <w:rFonts w:ascii="Times New Roman" w:hAnsi="Times New Roman"/>
          <w:sz w:val="28"/>
          <w:szCs w:val="28"/>
        </w:rPr>
        <w:t xml:space="preserve"> год </w:t>
      </w:r>
      <w:r w:rsidRPr="004F6774">
        <w:rPr>
          <w:rFonts w:ascii="Times New Roman" w:hAnsi="Times New Roman"/>
          <w:sz w:val="28"/>
          <w:szCs w:val="28"/>
        </w:rPr>
        <w:t>по иным направлениям, не указанным в настоящей части,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0CF6">
        <w:rPr>
          <w:rFonts w:ascii="Times New Roman" w:hAnsi="Times New Roman"/>
          <w:sz w:val="28"/>
          <w:szCs w:val="28"/>
        </w:rPr>
        <w:t xml:space="preserve">осуществляется в соответствии с распоряжениями администрации </w:t>
      </w:r>
      <w:r>
        <w:rPr>
          <w:rFonts w:ascii="Times New Roman" w:hAnsi="Times New Roman"/>
          <w:sz w:val="28"/>
          <w:szCs w:val="28"/>
        </w:rPr>
        <w:t>Селезянского сельского поселения.</w:t>
      </w:r>
    </w:p>
    <w:p w:rsidR="00E25BF6" w:rsidRDefault="00E25BF6" w:rsidP="007F15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16</w:t>
      </w:r>
      <w:r w:rsidRPr="00DC39E3">
        <w:rPr>
          <w:rFonts w:ascii="Times New Roman" w:hAnsi="Times New Roman" w:cs="Times New Roman"/>
          <w:sz w:val="28"/>
          <w:szCs w:val="28"/>
        </w:rPr>
        <w:t>.</w:t>
      </w:r>
      <w:r w:rsidRPr="002B0CF6">
        <w:rPr>
          <w:rFonts w:ascii="Times New Roman" w:hAnsi="Times New Roman" w:cs="Times New Roman"/>
          <w:sz w:val="28"/>
          <w:szCs w:val="28"/>
        </w:rPr>
        <w:t xml:space="preserve"> Утвердить Программу муниципальных внутренних</w:t>
      </w:r>
      <w:r>
        <w:rPr>
          <w:rFonts w:ascii="Times New Roman" w:hAnsi="Times New Roman" w:cs="Times New Roman"/>
          <w:sz w:val="28"/>
          <w:szCs w:val="28"/>
        </w:rPr>
        <w:t xml:space="preserve"> и внешних</w:t>
      </w:r>
      <w:r w:rsidRPr="002B0CF6">
        <w:rPr>
          <w:rFonts w:ascii="Times New Roman" w:hAnsi="Times New Roman" w:cs="Times New Roman"/>
          <w:sz w:val="28"/>
          <w:szCs w:val="28"/>
        </w:rPr>
        <w:t xml:space="preserve"> заимствований на 20</w:t>
      </w:r>
      <w:r>
        <w:rPr>
          <w:rFonts w:ascii="Times New Roman" w:hAnsi="Times New Roman" w:cs="Times New Roman"/>
          <w:sz w:val="28"/>
          <w:szCs w:val="28"/>
        </w:rPr>
        <w:t xml:space="preserve">21 год и </w:t>
      </w:r>
      <w:r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23 годов согласно приложению 10.</w:t>
      </w:r>
    </w:p>
    <w:p w:rsidR="00E25BF6" w:rsidRPr="002B0CF6" w:rsidRDefault="00E25BF6" w:rsidP="00467F1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2B0CF6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</w:t>
      </w:r>
      <w:r>
        <w:rPr>
          <w:rFonts w:ascii="Times New Roman" w:hAnsi="Times New Roman" w:cs="Times New Roman"/>
          <w:sz w:val="28"/>
          <w:szCs w:val="28"/>
        </w:rPr>
        <w:t>гарантий в валюте российской федерации</w:t>
      </w:r>
      <w:r w:rsidRPr="002B0CF6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 xml:space="preserve">23 годов </w:t>
      </w:r>
      <w:r w:rsidRPr="002B0CF6">
        <w:rPr>
          <w:rFonts w:ascii="Times New Roman" w:hAnsi="Times New Roman" w:cs="Times New Roman"/>
          <w:sz w:val="28"/>
          <w:szCs w:val="28"/>
        </w:rPr>
        <w:t>согласно прило</w:t>
      </w:r>
      <w:r>
        <w:rPr>
          <w:rFonts w:ascii="Times New Roman" w:hAnsi="Times New Roman" w:cs="Times New Roman"/>
          <w:sz w:val="28"/>
          <w:szCs w:val="28"/>
        </w:rPr>
        <w:t xml:space="preserve">жению </w:t>
      </w:r>
      <w:r w:rsidRPr="00B97C2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77F9B">
        <w:rPr>
          <w:rFonts w:ascii="Times New Roman" w:hAnsi="Times New Roman" w:cs="Times New Roman"/>
          <w:sz w:val="28"/>
          <w:szCs w:val="28"/>
        </w:rPr>
        <w:t>.</w:t>
      </w:r>
    </w:p>
    <w:p w:rsidR="00E25BF6" w:rsidRPr="00DE270F" w:rsidRDefault="00E25BF6" w:rsidP="00DE270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B0CF6">
        <w:t xml:space="preserve">  </w:t>
      </w:r>
      <w:r>
        <w:rPr>
          <w:rFonts w:ascii="Times New Roman" w:hAnsi="Times New Roman"/>
          <w:sz w:val="28"/>
          <w:szCs w:val="28"/>
        </w:rPr>
        <w:t>18</w:t>
      </w:r>
      <w:r w:rsidRPr="00DE270F">
        <w:rPr>
          <w:rFonts w:ascii="Times New Roman" w:hAnsi="Times New Roman"/>
          <w:sz w:val="28"/>
          <w:szCs w:val="28"/>
        </w:rPr>
        <w:t xml:space="preserve">. Утвердить общий объем иных межбюджетных трансфертов бюджету Еткульского муниципального района на 2021 год и на плановый период 2022 и 2023 годов </w:t>
      </w:r>
      <w:r>
        <w:rPr>
          <w:rFonts w:ascii="Times New Roman" w:hAnsi="Times New Roman"/>
          <w:sz w:val="28"/>
          <w:szCs w:val="28"/>
        </w:rPr>
        <w:t>согласно приложению 12</w:t>
      </w:r>
      <w:r w:rsidRPr="00DE270F">
        <w:rPr>
          <w:rFonts w:ascii="Times New Roman" w:hAnsi="Times New Roman"/>
          <w:sz w:val="28"/>
          <w:szCs w:val="28"/>
        </w:rPr>
        <w:t>.</w:t>
      </w:r>
    </w:p>
    <w:p w:rsidR="00E25BF6" w:rsidRDefault="00E25BF6" w:rsidP="00F349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5BF6" w:rsidRDefault="00E25BF6" w:rsidP="00F349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5BF6" w:rsidRDefault="00E25BF6" w:rsidP="00F349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5BF6" w:rsidRDefault="00E25BF6" w:rsidP="00F349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5BF6" w:rsidRDefault="00E25BF6" w:rsidP="00F349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5BF6" w:rsidRPr="002B0CF6" w:rsidRDefault="00E25BF6" w:rsidP="00F349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5BF6" w:rsidRDefault="00E25BF6" w:rsidP="00E55C23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E25BF6" w:rsidRDefault="00E25BF6" w:rsidP="00E55C23">
      <w:pPr>
        <w:autoSpaceDE w:val="0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Селезянского сельского поселения   ________________ Н.А.Садовская</w:t>
      </w:r>
    </w:p>
    <w:p w:rsidR="00E25BF6" w:rsidRDefault="00E25BF6" w:rsidP="00F349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25BF6" w:rsidSect="00AF35AA">
      <w:pgSz w:w="11906" w:h="16838"/>
      <w:pgMar w:top="284" w:right="4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6B0B"/>
    <w:rsid w:val="00000EF6"/>
    <w:rsid w:val="00001B1B"/>
    <w:rsid w:val="00010D24"/>
    <w:rsid w:val="000166D9"/>
    <w:rsid w:val="00026A7E"/>
    <w:rsid w:val="00026F93"/>
    <w:rsid w:val="00030B17"/>
    <w:rsid w:val="00041BB4"/>
    <w:rsid w:val="0005152A"/>
    <w:rsid w:val="000529A5"/>
    <w:rsid w:val="00057BFD"/>
    <w:rsid w:val="00062F20"/>
    <w:rsid w:val="00072369"/>
    <w:rsid w:val="00072866"/>
    <w:rsid w:val="00077760"/>
    <w:rsid w:val="00084E49"/>
    <w:rsid w:val="000863A4"/>
    <w:rsid w:val="000870A4"/>
    <w:rsid w:val="00090601"/>
    <w:rsid w:val="00090E9B"/>
    <w:rsid w:val="0009321F"/>
    <w:rsid w:val="000965B5"/>
    <w:rsid w:val="000B1318"/>
    <w:rsid w:val="000B16C5"/>
    <w:rsid w:val="000B77F6"/>
    <w:rsid w:val="000C129B"/>
    <w:rsid w:val="000C1CB0"/>
    <w:rsid w:val="000C426B"/>
    <w:rsid w:val="000D123C"/>
    <w:rsid w:val="000D13C1"/>
    <w:rsid w:val="000D1A65"/>
    <w:rsid w:val="000E1076"/>
    <w:rsid w:val="000E258B"/>
    <w:rsid w:val="000E6786"/>
    <w:rsid w:val="000F2AC2"/>
    <w:rsid w:val="000F302C"/>
    <w:rsid w:val="000F541F"/>
    <w:rsid w:val="000F68A2"/>
    <w:rsid w:val="000F6F0B"/>
    <w:rsid w:val="0010245B"/>
    <w:rsid w:val="00110F21"/>
    <w:rsid w:val="00113EF9"/>
    <w:rsid w:val="001208D1"/>
    <w:rsid w:val="00135D35"/>
    <w:rsid w:val="00140CCB"/>
    <w:rsid w:val="00161390"/>
    <w:rsid w:val="00180E4C"/>
    <w:rsid w:val="00183B99"/>
    <w:rsid w:val="00184982"/>
    <w:rsid w:val="00193F7A"/>
    <w:rsid w:val="0019753D"/>
    <w:rsid w:val="001A334F"/>
    <w:rsid w:val="001A77C6"/>
    <w:rsid w:val="001B000D"/>
    <w:rsid w:val="001B0B25"/>
    <w:rsid w:val="001B1A25"/>
    <w:rsid w:val="001B24FF"/>
    <w:rsid w:val="001C0A8A"/>
    <w:rsid w:val="001D5D29"/>
    <w:rsid w:val="001F1E09"/>
    <w:rsid w:val="00202232"/>
    <w:rsid w:val="00203078"/>
    <w:rsid w:val="00212EB4"/>
    <w:rsid w:val="00221B1E"/>
    <w:rsid w:val="002236FA"/>
    <w:rsid w:val="002312C9"/>
    <w:rsid w:val="00232613"/>
    <w:rsid w:val="0023593E"/>
    <w:rsid w:val="00243D32"/>
    <w:rsid w:val="00244D89"/>
    <w:rsid w:val="00251C21"/>
    <w:rsid w:val="002608DA"/>
    <w:rsid w:val="0026259B"/>
    <w:rsid w:val="00267DFE"/>
    <w:rsid w:val="002732C2"/>
    <w:rsid w:val="00274076"/>
    <w:rsid w:val="002747DC"/>
    <w:rsid w:val="00280465"/>
    <w:rsid w:val="00286DFF"/>
    <w:rsid w:val="00290FF3"/>
    <w:rsid w:val="00296D42"/>
    <w:rsid w:val="002B0CF6"/>
    <w:rsid w:val="002B147A"/>
    <w:rsid w:val="002B6577"/>
    <w:rsid w:val="002C71BA"/>
    <w:rsid w:val="002D278D"/>
    <w:rsid w:val="002D2C02"/>
    <w:rsid w:val="002D2F4D"/>
    <w:rsid w:val="002F5D8D"/>
    <w:rsid w:val="002F6A71"/>
    <w:rsid w:val="00305D8B"/>
    <w:rsid w:val="00317F62"/>
    <w:rsid w:val="00320CB5"/>
    <w:rsid w:val="003503B7"/>
    <w:rsid w:val="003556FD"/>
    <w:rsid w:val="003571BD"/>
    <w:rsid w:val="00357C69"/>
    <w:rsid w:val="003630B3"/>
    <w:rsid w:val="00370D77"/>
    <w:rsid w:val="003717C9"/>
    <w:rsid w:val="003748A8"/>
    <w:rsid w:val="003A39B8"/>
    <w:rsid w:val="003B1797"/>
    <w:rsid w:val="003B365B"/>
    <w:rsid w:val="003B3F73"/>
    <w:rsid w:val="003B4CC2"/>
    <w:rsid w:val="003B59BC"/>
    <w:rsid w:val="003B76E0"/>
    <w:rsid w:val="003C0B84"/>
    <w:rsid w:val="003D67D3"/>
    <w:rsid w:val="003E1CD5"/>
    <w:rsid w:val="003F365C"/>
    <w:rsid w:val="003F47E6"/>
    <w:rsid w:val="003F6702"/>
    <w:rsid w:val="00406209"/>
    <w:rsid w:val="00412577"/>
    <w:rsid w:val="004137A0"/>
    <w:rsid w:val="00425929"/>
    <w:rsid w:val="00427D0E"/>
    <w:rsid w:val="00432272"/>
    <w:rsid w:val="0043553E"/>
    <w:rsid w:val="00436B0B"/>
    <w:rsid w:val="00436C9C"/>
    <w:rsid w:val="00447A02"/>
    <w:rsid w:val="0045527C"/>
    <w:rsid w:val="0046791E"/>
    <w:rsid w:val="00467F11"/>
    <w:rsid w:val="004806B5"/>
    <w:rsid w:val="00481A4E"/>
    <w:rsid w:val="00485C33"/>
    <w:rsid w:val="00486564"/>
    <w:rsid w:val="00490F4F"/>
    <w:rsid w:val="0049416D"/>
    <w:rsid w:val="00495B6B"/>
    <w:rsid w:val="004A3B9F"/>
    <w:rsid w:val="004A5394"/>
    <w:rsid w:val="004A5B21"/>
    <w:rsid w:val="004B6C4A"/>
    <w:rsid w:val="004C0D61"/>
    <w:rsid w:val="004C2630"/>
    <w:rsid w:val="004D3CC5"/>
    <w:rsid w:val="004E5CC6"/>
    <w:rsid w:val="004F2670"/>
    <w:rsid w:val="004F3936"/>
    <w:rsid w:val="004F5AE2"/>
    <w:rsid w:val="004F6573"/>
    <w:rsid w:val="004F6774"/>
    <w:rsid w:val="004F6FE9"/>
    <w:rsid w:val="00502F7A"/>
    <w:rsid w:val="00506346"/>
    <w:rsid w:val="00507FD8"/>
    <w:rsid w:val="00517B4C"/>
    <w:rsid w:val="00525810"/>
    <w:rsid w:val="00525E26"/>
    <w:rsid w:val="00531E82"/>
    <w:rsid w:val="00533D24"/>
    <w:rsid w:val="00541D52"/>
    <w:rsid w:val="00545D6D"/>
    <w:rsid w:val="00547870"/>
    <w:rsid w:val="00556313"/>
    <w:rsid w:val="0055788E"/>
    <w:rsid w:val="0058580B"/>
    <w:rsid w:val="005911C9"/>
    <w:rsid w:val="00595635"/>
    <w:rsid w:val="005A6031"/>
    <w:rsid w:val="005D1FB6"/>
    <w:rsid w:val="005D3266"/>
    <w:rsid w:val="005D542F"/>
    <w:rsid w:val="005D5C8D"/>
    <w:rsid w:val="005E2EC2"/>
    <w:rsid w:val="005F24D8"/>
    <w:rsid w:val="00602C51"/>
    <w:rsid w:val="00605ED3"/>
    <w:rsid w:val="00620362"/>
    <w:rsid w:val="006339C0"/>
    <w:rsid w:val="0064117D"/>
    <w:rsid w:val="00647469"/>
    <w:rsid w:val="00651EA9"/>
    <w:rsid w:val="0067022A"/>
    <w:rsid w:val="00673A3E"/>
    <w:rsid w:val="00674069"/>
    <w:rsid w:val="006758E5"/>
    <w:rsid w:val="006809E9"/>
    <w:rsid w:val="00686FA5"/>
    <w:rsid w:val="00687902"/>
    <w:rsid w:val="006962EA"/>
    <w:rsid w:val="006B1297"/>
    <w:rsid w:val="006B1A01"/>
    <w:rsid w:val="006B42C8"/>
    <w:rsid w:val="006C2104"/>
    <w:rsid w:val="006C506D"/>
    <w:rsid w:val="006C52D7"/>
    <w:rsid w:val="006D417B"/>
    <w:rsid w:val="006E4547"/>
    <w:rsid w:val="006F2DB4"/>
    <w:rsid w:val="006F7F88"/>
    <w:rsid w:val="00701F04"/>
    <w:rsid w:val="00711C0E"/>
    <w:rsid w:val="0071226A"/>
    <w:rsid w:val="007122E7"/>
    <w:rsid w:val="00715FE4"/>
    <w:rsid w:val="00716234"/>
    <w:rsid w:val="00717B6D"/>
    <w:rsid w:val="00720B57"/>
    <w:rsid w:val="00721B3E"/>
    <w:rsid w:val="0072748C"/>
    <w:rsid w:val="0073129D"/>
    <w:rsid w:val="00732FDD"/>
    <w:rsid w:val="00737276"/>
    <w:rsid w:val="007456E8"/>
    <w:rsid w:val="00746660"/>
    <w:rsid w:val="007502E0"/>
    <w:rsid w:val="00754197"/>
    <w:rsid w:val="00772229"/>
    <w:rsid w:val="00774CEC"/>
    <w:rsid w:val="007821B3"/>
    <w:rsid w:val="00795CC7"/>
    <w:rsid w:val="007A475E"/>
    <w:rsid w:val="007A515B"/>
    <w:rsid w:val="007A542A"/>
    <w:rsid w:val="007A6B92"/>
    <w:rsid w:val="007A6C62"/>
    <w:rsid w:val="007B1937"/>
    <w:rsid w:val="007B3288"/>
    <w:rsid w:val="007B738F"/>
    <w:rsid w:val="007C5B77"/>
    <w:rsid w:val="007C5E3A"/>
    <w:rsid w:val="007D401C"/>
    <w:rsid w:val="007D6A79"/>
    <w:rsid w:val="007E6775"/>
    <w:rsid w:val="007F15FD"/>
    <w:rsid w:val="007F42D0"/>
    <w:rsid w:val="007F5E73"/>
    <w:rsid w:val="00801B1B"/>
    <w:rsid w:val="00802262"/>
    <w:rsid w:val="00803321"/>
    <w:rsid w:val="0081669F"/>
    <w:rsid w:val="00816997"/>
    <w:rsid w:val="00817F9B"/>
    <w:rsid w:val="00824A07"/>
    <w:rsid w:val="008353C5"/>
    <w:rsid w:val="008439C7"/>
    <w:rsid w:val="00843F87"/>
    <w:rsid w:val="008625E7"/>
    <w:rsid w:val="00862F5B"/>
    <w:rsid w:val="00865DD5"/>
    <w:rsid w:val="0087022F"/>
    <w:rsid w:val="008705CF"/>
    <w:rsid w:val="008729E3"/>
    <w:rsid w:val="008731B4"/>
    <w:rsid w:val="00877757"/>
    <w:rsid w:val="00883B7C"/>
    <w:rsid w:val="008840C3"/>
    <w:rsid w:val="008908A0"/>
    <w:rsid w:val="008913EC"/>
    <w:rsid w:val="008A278F"/>
    <w:rsid w:val="008A62DD"/>
    <w:rsid w:val="008B777E"/>
    <w:rsid w:val="008D414D"/>
    <w:rsid w:val="008D76E9"/>
    <w:rsid w:val="008E1007"/>
    <w:rsid w:val="008E3438"/>
    <w:rsid w:val="008F01FD"/>
    <w:rsid w:val="00904F24"/>
    <w:rsid w:val="0092008C"/>
    <w:rsid w:val="00920131"/>
    <w:rsid w:val="009213E5"/>
    <w:rsid w:val="00935C0B"/>
    <w:rsid w:val="0095045A"/>
    <w:rsid w:val="00952EE1"/>
    <w:rsid w:val="00962267"/>
    <w:rsid w:val="009635C6"/>
    <w:rsid w:val="009673FC"/>
    <w:rsid w:val="00980B5C"/>
    <w:rsid w:val="00985DDB"/>
    <w:rsid w:val="00986901"/>
    <w:rsid w:val="00986D80"/>
    <w:rsid w:val="00993842"/>
    <w:rsid w:val="009A52F6"/>
    <w:rsid w:val="009B130C"/>
    <w:rsid w:val="009B2EA2"/>
    <w:rsid w:val="009C5E2A"/>
    <w:rsid w:val="009D1B24"/>
    <w:rsid w:val="009D2D67"/>
    <w:rsid w:val="009D55B4"/>
    <w:rsid w:val="009E19ED"/>
    <w:rsid w:val="009F6938"/>
    <w:rsid w:val="009F7B7A"/>
    <w:rsid w:val="00A01D46"/>
    <w:rsid w:val="00A104FA"/>
    <w:rsid w:val="00A16E9F"/>
    <w:rsid w:val="00A17A84"/>
    <w:rsid w:val="00A26F3F"/>
    <w:rsid w:val="00A32D7D"/>
    <w:rsid w:val="00A34BC8"/>
    <w:rsid w:val="00A35341"/>
    <w:rsid w:val="00A54D27"/>
    <w:rsid w:val="00A62883"/>
    <w:rsid w:val="00A654F8"/>
    <w:rsid w:val="00A678E8"/>
    <w:rsid w:val="00A84248"/>
    <w:rsid w:val="00AA00F0"/>
    <w:rsid w:val="00AA14BC"/>
    <w:rsid w:val="00AA692C"/>
    <w:rsid w:val="00AC1EF6"/>
    <w:rsid w:val="00AC43CB"/>
    <w:rsid w:val="00AD57A0"/>
    <w:rsid w:val="00AE0BFC"/>
    <w:rsid w:val="00AE3E84"/>
    <w:rsid w:val="00AE554E"/>
    <w:rsid w:val="00AF35AA"/>
    <w:rsid w:val="00B06667"/>
    <w:rsid w:val="00B10431"/>
    <w:rsid w:val="00B1709D"/>
    <w:rsid w:val="00B20A54"/>
    <w:rsid w:val="00B426D6"/>
    <w:rsid w:val="00B516CB"/>
    <w:rsid w:val="00B54675"/>
    <w:rsid w:val="00B60EB0"/>
    <w:rsid w:val="00B8186C"/>
    <w:rsid w:val="00B82625"/>
    <w:rsid w:val="00B866A8"/>
    <w:rsid w:val="00B93375"/>
    <w:rsid w:val="00B9665C"/>
    <w:rsid w:val="00B97C25"/>
    <w:rsid w:val="00BB7F8C"/>
    <w:rsid w:val="00BD5E54"/>
    <w:rsid w:val="00BE4547"/>
    <w:rsid w:val="00BF0AF8"/>
    <w:rsid w:val="00C01F83"/>
    <w:rsid w:val="00C024AE"/>
    <w:rsid w:val="00C04387"/>
    <w:rsid w:val="00C1362A"/>
    <w:rsid w:val="00C21D1B"/>
    <w:rsid w:val="00C3307C"/>
    <w:rsid w:val="00C34E70"/>
    <w:rsid w:val="00C3798D"/>
    <w:rsid w:val="00C46C12"/>
    <w:rsid w:val="00C80596"/>
    <w:rsid w:val="00C80684"/>
    <w:rsid w:val="00C93A38"/>
    <w:rsid w:val="00C95D2B"/>
    <w:rsid w:val="00CA477C"/>
    <w:rsid w:val="00CA642B"/>
    <w:rsid w:val="00CA782B"/>
    <w:rsid w:val="00CB7052"/>
    <w:rsid w:val="00CC07D8"/>
    <w:rsid w:val="00CD621B"/>
    <w:rsid w:val="00CD6595"/>
    <w:rsid w:val="00CE0595"/>
    <w:rsid w:val="00CE2C66"/>
    <w:rsid w:val="00CE2C7B"/>
    <w:rsid w:val="00CE6768"/>
    <w:rsid w:val="00CF1589"/>
    <w:rsid w:val="00CF46FA"/>
    <w:rsid w:val="00CF6634"/>
    <w:rsid w:val="00CF6AC9"/>
    <w:rsid w:val="00D008DB"/>
    <w:rsid w:val="00D15F7C"/>
    <w:rsid w:val="00D179AC"/>
    <w:rsid w:val="00D20E0A"/>
    <w:rsid w:val="00D2163D"/>
    <w:rsid w:val="00D22AB9"/>
    <w:rsid w:val="00D274F6"/>
    <w:rsid w:val="00D33CC4"/>
    <w:rsid w:val="00D363DF"/>
    <w:rsid w:val="00D4353B"/>
    <w:rsid w:val="00D505EB"/>
    <w:rsid w:val="00D52094"/>
    <w:rsid w:val="00D52567"/>
    <w:rsid w:val="00D67521"/>
    <w:rsid w:val="00D71D2A"/>
    <w:rsid w:val="00D77F9B"/>
    <w:rsid w:val="00D8368E"/>
    <w:rsid w:val="00D87801"/>
    <w:rsid w:val="00D90110"/>
    <w:rsid w:val="00D90672"/>
    <w:rsid w:val="00D909E5"/>
    <w:rsid w:val="00D965ED"/>
    <w:rsid w:val="00D97DF5"/>
    <w:rsid w:val="00DA5F9A"/>
    <w:rsid w:val="00DA63EA"/>
    <w:rsid w:val="00DB5FE4"/>
    <w:rsid w:val="00DC29D0"/>
    <w:rsid w:val="00DC39E3"/>
    <w:rsid w:val="00DC3D67"/>
    <w:rsid w:val="00DC4488"/>
    <w:rsid w:val="00DE270F"/>
    <w:rsid w:val="00DE6932"/>
    <w:rsid w:val="00DF28A7"/>
    <w:rsid w:val="00E03E1B"/>
    <w:rsid w:val="00E06636"/>
    <w:rsid w:val="00E067AF"/>
    <w:rsid w:val="00E07F50"/>
    <w:rsid w:val="00E113E1"/>
    <w:rsid w:val="00E14E39"/>
    <w:rsid w:val="00E17369"/>
    <w:rsid w:val="00E25BF6"/>
    <w:rsid w:val="00E34689"/>
    <w:rsid w:val="00E41794"/>
    <w:rsid w:val="00E4181E"/>
    <w:rsid w:val="00E41A1E"/>
    <w:rsid w:val="00E41BC0"/>
    <w:rsid w:val="00E4343B"/>
    <w:rsid w:val="00E55C23"/>
    <w:rsid w:val="00E66717"/>
    <w:rsid w:val="00E739FF"/>
    <w:rsid w:val="00E74456"/>
    <w:rsid w:val="00E811F1"/>
    <w:rsid w:val="00E9249D"/>
    <w:rsid w:val="00E94617"/>
    <w:rsid w:val="00E97600"/>
    <w:rsid w:val="00EA662A"/>
    <w:rsid w:val="00EB5A53"/>
    <w:rsid w:val="00EB6987"/>
    <w:rsid w:val="00EC160C"/>
    <w:rsid w:val="00EC753A"/>
    <w:rsid w:val="00ED22DA"/>
    <w:rsid w:val="00ED28D0"/>
    <w:rsid w:val="00EE391A"/>
    <w:rsid w:val="00EE58A4"/>
    <w:rsid w:val="00EE6821"/>
    <w:rsid w:val="00EE7558"/>
    <w:rsid w:val="00EF4FC9"/>
    <w:rsid w:val="00EF628C"/>
    <w:rsid w:val="00EF768D"/>
    <w:rsid w:val="00F1067D"/>
    <w:rsid w:val="00F235AC"/>
    <w:rsid w:val="00F27403"/>
    <w:rsid w:val="00F30E30"/>
    <w:rsid w:val="00F3453F"/>
    <w:rsid w:val="00F34959"/>
    <w:rsid w:val="00F37901"/>
    <w:rsid w:val="00F533D9"/>
    <w:rsid w:val="00F543E1"/>
    <w:rsid w:val="00F62165"/>
    <w:rsid w:val="00F72D68"/>
    <w:rsid w:val="00F837C0"/>
    <w:rsid w:val="00F93BDB"/>
    <w:rsid w:val="00F9449A"/>
    <w:rsid w:val="00F94A2C"/>
    <w:rsid w:val="00F97B3D"/>
    <w:rsid w:val="00FA5C18"/>
    <w:rsid w:val="00FB418C"/>
    <w:rsid w:val="00FC58F7"/>
    <w:rsid w:val="00FC72AD"/>
    <w:rsid w:val="00FD3C2C"/>
    <w:rsid w:val="00FD4CB7"/>
    <w:rsid w:val="00FE0CD8"/>
    <w:rsid w:val="00FE1355"/>
    <w:rsid w:val="00FE17E8"/>
    <w:rsid w:val="00FE2504"/>
    <w:rsid w:val="00FE3BEB"/>
    <w:rsid w:val="00FF5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B0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36B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Title">
    <w:name w:val="Title"/>
    <w:basedOn w:val="Normal"/>
    <w:link w:val="TitleChar"/>
    <w:uiPriority w:val="99"/>
    <w:qFormat/>
    <w:rsid w:val="00CA642B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CA642B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CA642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A642B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642B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64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2767</TotalTime>
  <Pages>4</Pages>
  <Words>1288</Words>
  <Characters>7347</Characters>
  <Application>Microsoft Office Outlook</Application>
  <DocSecurity>0</DocSecurity>
  <Lines>0</Lines>
  <Paragraphs>0</Paragraphs>
  <ScaleCrop>false</ScaleCrop>
  <Company>Финансовое управление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Татьяна</cp:lastModifiedBy>
  <cp:revision>167</cp:revision>
  <cp:lastPrinted>2020-12-29T06:21:00Z</cp:lastPrinted>
  <dcterms:created xsi:type="dcterms:W3CDTF">2011-11-28T03:53:00Z</dcterms:created>
  <dcterms:modified xsi:type="dcterms:W3CDTF">2020-12-29T06:23:00Z</dcterms:modified>
</cp:coreProperties>
</file>